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2829D" w14:textId="77777777" w:rsidR="006E5D65" w:rsidRPr="00FA4B9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A4B9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A4B9C">
        <w:rPr>
          <w:rFonts w:ascii="Corbel" w:hAnsi="Corbel"/>
          <w:b/>
          <w:bCs/>
          <w:sz w:val="24"/>
          <w:szCs w:val="24"/>
        </w:rPr>
        <w:tab/>
      </w:r>
      <w:r w:rsidR="00CD6897" w:rsidRPr="00FA4B9C">
        <w:rPr>
          <w:rFonts w:ascii="Corbel" w:hAnsi="Corbel"/>
          <w:b/>
          <w:bCs/>
          <w:sz w:val="24"/>
          <w:szCs w:val="24"/>
        </w:rPr>
        <w:tab/>
      </w:r>
      <w:r w:rsidR="00CD6897" w:rsidRPr="00FA4B9C">
        <w:rPr>
          <w:rFonts w:ascii="Corbel" w:hAnsi="Corbel"/>
          <w:b/>
          <w:bCs/>
          <w:sz w:val="24"/>
          <w:szCs w:val="24"/>
        </w:rPr>
        <w:tab/>
      </w:r>
      <w:r w:rsidR="00CD6897" w:rsidRPr="00FA4B9C">
        <w:rPr>
          <w:rFonts w:ascii="Corbel" w:hAnsi="Corbel"/>
          <w:b/>
          <w:bCs/>
          <w:sz w:val="24"/>
          <w:szCs w:val="24"/>
        </w:rPr>
        <w:tab/>
      </w:r>
      <w:r w:rsidR="00CD6897" w:rsidRPr="00FA4B9C">
        <w:rPr>
          <w:rFonts w:ascii="Corbel" w:hAnsi="Corbel"/>
          <w:b/>
          <w:bCs/>
          <w:sz w:val="24"/>
          <w:szCs w:val="24"/>
        </w:rPr>
        <w:tab/>
      </w:r>
      <w:r w:rsidR="00CD6897" w:rsidRPr="00FA4B9C">
        <w:rPr>
          <w:rFonts w:ascii="Corbel" w:hAnsi="Corbel"/>
          <w:b/>
          <w:bCs/>
          <w:sz w:val="24"/>
          <w:szCs w:val="24"/>
        </w:rPr>
        <w:tab/>
      </w:r>
      <w:r w:rsidR="00D8678B" w:rsidRPr="00FA4B9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A4B9C">
        <w:rPr>
          <w:rFonts w:ascii="Corbel" w:hAnsi="Corbel"/>
          <w:bCs/>
          <w:i/>
          <w:sz w:val="24"/>
          <w:szCs w:val="24"/>
        </w:rPr>
        <w:t>1.5</w:t>
      </w:r>
      <w:r w:rsidR="00D8678B" w:rsidRPr="00FA4B9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A4B9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A4B9C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FA4B9C">
        <w:rPr>
          <w:rFonts w:ascii="Corbel" w:hAnsi="Corbel"/>
          <w:bCs/>
          <w:i/>
          <w:sz w:val="24"/>
          <w:szCs w:val="24"/>
        </w:rPr>
        <w:t>7/2023</w:t>
      </w:r>
    </w:p>
    <w:p w14:paraId="13C98659" w14:textId="77777777" w:rsidR="0085747A" w:rsidRPr="00FA4B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4B9C">
        <w:rPr>
          <w:rFonts w:ascii="Corbel" w:hAnsi="Corbel"/>
          <w:b/>
          <w:smallCaps/>
          <w:sz w:val="24"/>
          <w:szCs w:val="24"/>
        </w:rPr>
        <w:t>SYLABUS</w:t>
      </w:r>
    </w:p>
    <w:p w14:paraId="3533B87C" w14:textId="77777777" w:rsidR="0085747A" w:rsidRPr="00FA4B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4B9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4B9C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FA4B9C">
        <w:rPr>
          <w:rFonts w:ascii="Corbel" w:hAnsi="Corbel"/>
          <w:i/>
          <w:smallCaps/>
          <w:sz w:val="24"/>
          <w:szCs w:val="24"/>
        </w:rPr>
        <w:t>.</w:t>
      </w:r>
      <w:r w:rsidR="008F4332">
        <w:rPr>
          <w:rFonts w:ascii="Corbel" w:hAnsi="Corbel"/>
          <w:i/>
          <w:smallCaps/>
          <w:sz w:val="24"/>
          <w:szCs w:val="24"/>
        </w:rPr>
        <w:t>2025-2027</w:t>
      </w:r>
      <w:r w:rsidR="0085747A" w:rsidRPr="00FA4B9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C3930B6" w14:textId="77777777" w:rsidR="0085747A" w:rsidRPr="00FA4B9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FA4B9C">
        <w:rPr>
          <w:rFonts w:ascii="Corbel" w:hAnsi="Corbel"/>
          <w:i/>
          <w:sz w:val="24"/>
          <w:szCs w:val="24"/>
        </w:rPr>
        <w:t xml:space="preserve">       </w:t>
      </w:r>
      <w:r w:rsidRPr="00FA4B9C">
        <w:rPr>
          <w:rFonts w:ascii="Corbel" w:hAnsi="Corbel"/>
          <w:i/>
          <w:sz w:val="24"/>
          <w:szCs w:val="24"/>
        </w:rPr>
        <w:t xml:space="preserve"> </w:t>
      </w:r>
      <w:r w:rsidR="0085747A" w:rsidRPr="00FA4B9C">
        <w:rPr>
          <w:rFonts w:ascii="Corbel" w:hAnsi="Corbel"/>
          <w:i/>
          <w:sz w:val="24"/>
          <w:szCs w:val="24"/>
        </w:rPr>
        <w:t>(skrajne daty</w:t>
      </w:r>
      <w:r w:rsidR="0085747A" w:rsidRPr="00FA4B9C">
        <w:rPr>
          <w:rFonts w:ascii="Corbel" w:hAnsi="Corbel"/>
          <w:sz w:val="24"/>
          <w:szCs w:val="24"/>
        </w:rPr>
        <w:t>)</w:t>
      </w:r>
    </w:p>
    <w:p w14:paraId="590E6A6A" w14:textId="3CA01FB1" w:rsidR="00445970" w:rsidRPr="00FA4B9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sz w:val="24"/>
          <w:szCs w:val="24"/>
        </w:rPr>
        <w:tab/>
      </w:r>
      <w:r w:rsidRPr="00FA4B9C">
        <w:rPr>
          <w:rFonts w:ascii="Corbel" w:hAnsi="Corbel"/>
          <w:sz w:val="24"/>
          <w:szCs w:val="24"/>
        </w:rPr>
        <w:tab/>
      </w:r>
      <w:r w:rsidRPr="00FA4B9C">
        <w:rPr>
          <w:rFonts w:ascii="Corbel" w:hAnsi="Corbel"/>
          <w:sz w:val="24"/>
          <w:szCs w:val="24"/>
        </w:rPr>
        <w:tab/>
      </w:r>
      <w:r w:rsidRPr="00FA4B9C">
        <w:rPr>
          <w:rFonts w:ascii="Corbel" w:hAnsi="Corbel"/>
          <w:sz w:val="24"/>
          <w:szCs w:val="24"/>
        </w:rPr>
        <w:tab/>
        <w:t xml:space="preserve">Rok akademicki   </w:t>
      </w:r>
      <w:r w:rsidR="008F4332">
        <w:rPr>
          <w:rFonts w:ascii="Corbel" w:hAnsi="Corbel"/>
          <w:sz w:val="24"/>
          <w:szCs w:val="24"/>
        </w:rPr>
        <w:t>202</w:t>
      </w:r>
      <w:r w:rsidR="00A25049">
        <w:rPr>
          <w:rFonts w:ascii="Corbel" w:hAnsi="Corbel"/>
          <w:sz w:val="24"/>
          <w:szCs w:val="24"/>
        </w:rPr>
        <w:t>6</w:t>
      </w:r>
      <w:r w:rsidR="008F4332">
        <w:rPr>
          <w:rFonts w:ascii="Corbel" w:hAnsi="Corbel"/>
          <w:sz w:val="24"/>
          <w:szCs w:val="24"/>
        </w:rPr>
        <w:t>-202</w:t>
      </w:r>
      <w:r w:rsidR="00A25049">
        <w:rPr>
          <w:rFonts w:ascii="Corbel" w:hAnsi="Corbel"/>
          <w:sz w:val="24"/>
          <w:szCs w:val="24"/>
        </w:rPr>
        <w:t>7</w:t>
      </w:r>
    </w:p>
    <w:p w14:paraId="19155C79" w14:textId="77777777" w:rsidR="0085747A" w:rsidRPr="00FA4B9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893A03" w14:textId="77777777" w:rsidR="0085747A" w:rsidRPr="00FA4B9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4B9C">
        <w:rPr>
          <w:rFonts w:ascii="Corbel" w:hAnsi="Corbel"/>
          <w:szCs w:val="24"/>
        </w:rPr>
        <w:t xml:space="preserve">1. </w:t>
      </w:r>
      <w:r w:rsidR="0085747A" w:rsidRPr="00FA4B9C">
        <w:rPr>
          <w:rFonts w:ascii="Corbel" w:hAnsi="Corbel"/>
          <w:szCs w:val="24"/>
        </w:rPr>
        <w:t xml:space="preserve">Podstawowe </w:t>
      </w:r>
      <w:r w:rsidR="00445970" w:rsidRPr="00FA4B9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25049" w14:paraId="5EF436B1" w14:textId="77777777" w:rsidTr="00B819C8">
        <w:tc>
          <w:tcPr>
            <w:tcW w:w="2694" w:type="dxa"/>
            <w:vAlign w:val="center"/>
          </w:tcPr>
          <w:p w14:paraId="22837DCD" w14:textId="77777777" w:rsidR="0085747A" w:rsidRPr="00FA4B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7DECDA" w14:textId="77777777" w:rsidR="0085747A" w:rsidRPr="00DE5CBA" w:rsidRDefault="00E67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E5CBA">
              <w:rPr>
                <w:rFonts w:ascii="Corbel" w:hAnsi="Corbel"/>
                <w:b w:val="0"/>
                <w:sz w:val="24"/>
                <w:szCs w:val="24"/>
                <w:lang w:val="en-GB"/>
              </w:rPr>
              <w:t>Consumer rights and safety  in modern world</w:t>
            </w:r>
          </w:p>
        </w:tc>
      </w:tr>
      <w:tr w:rsidR="0085747A" w:rsidRPr="00FA4B9C" w14:paraId="43094CCB" w14:textId="77777777" w:rsidTr="00B819C8">
        <w:tc>
          <w:tcPr>
            <w:tcW w:w="2694" w:type="dxa"/>
            <w:vAlign w:val="center"/>
          </w:tcPr>
          <w:p w14:paraId="59E319C9" w14:textId="77777777" w:rsidR="0085747A" w:rsidRPr="00FA4B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4B9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612D07" w14:textId="35DE0EEA" w:rsidR="0085747A" w:rsidRPr="00FA4B9C" w:rsidRDefault="00DE5C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SM2_22</w:t>
            </w:r>
          </w:p>
        </w:tc>
      </w:tr>
      <w:tr w:rsidR="0085747A" w:rsidRPr="00FA4B9C" w14:paraId="5F8EF097" w14:textId="77777777" w:rsidTr="00B819C8">
        <w:tc>
          <w:tcPr>
            <w:tcW w:w="2694" w:type="dxa"/>
            <w:vAlign w:val="center"/>
          </w:tcPr>
          <w:p w14:paraId="56D3ED46" w14:textId="77777777" w:rsidR="0085747A" w:rsidRPr="00FA4B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A4B9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4274FE" w14:textId="22DBCBC1" w:rsidR="0085747A" w:rsidRPr="00FA4B9C" w:rsidRDefault="00DE5C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FA4B9C" w14:paraId="6172BA46" w14:textId="77777777" w:rsidTr="00B819C8">
        <w:tc>
          <w:tcPr>
            <w:tcW w:w="2694" w:type="dxa"/>
            <w:vAlign w:val="center"/>
          </w:tcPr>
          <w:p w14:paraId="09B0B32A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D611B9" w14:textId="77777777" w:rsidR="0085747A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FA4B9C" w14:paraId="3F643C39" w14:textId="77777777" w:rsidTr="00B819C8">
        <w:tc>
          <w:tcPr>
            <w:tcW w:w="2694" w:type="dxa"/>
            <w:vAlign w:val="center"/>
          </w:tcPr>
          <w:p w14:paraId="096107FE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7C58B6" w14:textId="77777777" w:rsidR="0085747A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FA4B9C" w14:paraId="3D0FBD86" w14:textId="77777777" w:rsidTr="00B819C8">
        <w:tc>
          <w:tcPr>
            <w:tcW w:w="2694" w:type="dxa"/>
            <w:vAlign w:val="center"/>
          </w:tcPr>
          <w:p w14:paraId="03672516" w14:textId="77777777" w:rsidR="0085747A" w:rsidRPr="00FA4B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7067052" w14:textId="77777777" w:rsidR="0085747A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FA4B9C" w14:paraId="1194B9EF" w14:textId="77777777" w:rsidTr="00B819C8">
        <w:tc>
          <w:tcPr>
            <w:tcW w:w="2694" w:type="dxa"/>
            <w:vAlign w:val="center"/>
          </w:tcPr>
          <w:p w14:paraId="1FE69F50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7A8D89" w14:textId="77777777" w:rsidR="0085747A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4B9C" w14:paraId="56537F4B" w14:textId="77777777" w:rsidTr="00B819C8">
        <w:tc>
          <w:tcPr>
            <w:tcW w:w="2694" w:type="dxa"/>
            <w:vAlign w:val="center"/>
          </w:tcPr>
          <w:p w14:paraId="11ADAE5D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06E387" w14:textId="77777777" w:rsidR="0085747A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A4B9C" w14:paraId="0448E4F4" w14:textId="77777777" w:rsidTr="00B819C8">
        <w:tc>
          <w:tcPr>
            <w:tcW w:w="2694" w:type="dxa"/>
            <w:vAlign w:val="center"/>
          </w:tcPr>
          <w:p w14:paraId="5C474480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4B9C">
              <w:rPr>
                <w:rFonts w:ascii="Corbel" w:hAnsi="Corbel"/>
                <w:sz w:val="24"/>
                <w:szCs w:val="24"/>
              </w:rPr>
              <w:t>/y</w:t>
            </w:r>
            <w:r w:rsidRPr="00FA4B9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1BBDB0" w14:textId="77777777" w:rsidR="0085747A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I rok I semestr</w:t>
            </w:r>
          </w:p>
        </w:tc>
      </w:tr>
      <w:tr w:rsidR="0085747A" w:rsidRPr="00FA4B9C" w14:paraId="7A6F3784" w14:textId="77777777" w:rsidTr="00B819C8">
        <w:tc>
          <w:tcPr>
            <w:tcW w:w="2694" w:type="dxa"/>
            <w:vAlign w:val="center"/>
          </w:tcPr>
          <w:p w14:paraId="7B841A36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EE84F4" w14:textId="078941CE" w:rsidR="0085747A" w:rsidRPr="00FA4B9C" w:rsidRDefault="00DE5C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FA4B9C" w14:paraId="2C8E024F" w14:textId="77777777" w:rsidTr="00B819C8">
        <w:tc>
          <w:tcPr>
            <w:tcW w:w="2694" w:type="dxa"/>
            <w:vAlign w:val="center"/>
          </w:tcPr>
          <w:p w14:paraId="17B1A99C" w14:textId="77777777" w:rsidR="00923D7D" w:rsidRPr="00FA4B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C47375" w14:textId="77777777" w:rsidR="00923D7D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85747A" w:rsidRPr="00FA4B9C" w14:paraId="427990AE" w14:textId="77777777" w:rsidTr="00B819C8">
        <w:tc>
          <w:tcPr>
            <w:tcW w:w="2694" w:type="dxa"/>
            <w:vAlign w:val="center"/>
          </w:tcPr>
          <w:p w14:paraId="5EFB4A05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5379EE" w14:textId="4605CB06" w:rsidR="0085747A" w:rsidRPr="00FA4B9C" w:rsidRDefault="00DE5C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Pogorzała</w:t>
            </w:r>
          </w:p>
        </w:tc>
      </w:tr>
      <w:tr w:rsidR="0085747A" w:rsidRPr="00FA4B9C" w14:paraId="24C9815F" w14:textId="77777777" w:rsidTr="00B819C8">
        <w:tc>
          <w:tcPr>
            <w:tcW w:w="2694" w:type="dxa"/>
            <w:vAlign w:val="center"/>
          </w:tcPr>
          <w:p w14:paraId="4CB0284B" w14:textId="77777777" w:rsidR="0085747A" w:rsidRPr="00FA4B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06B138" w14:textId="77777777" w:rsidR="0085747A" w:rsidRPr="00FA4B9C" w:rsidRDefault="00E231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Dr hab. Mira Malczyńska-Biały, Prof. UR</w:t>
            </w:r>
          </w:p>
        </w:tc>
      </w:tr>
    </w:tbl>
    <w:p w14:paraId="6174CCB0" w14:textId="77777777" w:rsidR="0085747A" w:rsidRPr="00FA4B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sz w:val="24"/>
          <w:szCs w:val="24"/>
        </w:rPr>
        <w:t xml:space="preserve">* </w:t>
      </w:r>
      <w:r w:rsidRPr="00FA4B9C">
        <w:rPr>
          <w:rFonts w:ascii="Corbel" w:hAnsi="Corbel"/>
          <w:i/>
          <w:sz w:val="24"/>
          <w:szCs w:val="24"/>
        </w:rPr>
        <w:t>-</w:t>
      </w:r>
      <w:r w:rsidR="00B90885" w:rsidRPr="00FA4B9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4B9C">
        <w:rPr>
          <w:rFonts w:ascii="Corbel" w:hAnsi="Corbel"/>
          <w:b w:val="0"/>
          <w:sz w:val="24"/>
          <w:szCs w:val="24"/>
        </w:rPr>
        <w:t>e,</w:t>
      </w:r>
      <w:r w:rsidRPr="00FA4B9C">
        <w:rPr>
          <w:rFonts w:ascii="Corbel" w:hAnsi="Corbel"/>
          <w:i/>
          <w:sz w:val="24"/>
          <w:szCs w:val="24"/>
        </w:rPr>
        <w:t xml:space="preserve"> </w:t>
      </w:r>
      <w:r w:rsidRPr="00FA4B9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4B9C">
        <w:rPr>
          <w:rFonts w:ascii="Corbel" w:hAnsi="Corbel"/>
          <w:b w:val="0"/>
          <w:i/>
          <w:sz w:val="24"/>
          <w:szCs w:val="24"/>
        </w:rPr>
        <w:t>w Jednostce</w:t>
      </w:r>
    </w:p>
    <w:p w14:paraId="58DD5819" w14:textId="77777777" w:rsidR="00923D7D" w:rsidRPr="00FA4B9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E89A0F5" w14:textId="77777777" w:rsidR="0085747A" w:rsidRPr="00FA4B9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sz w:val="24"/>
          <w:szCs w:val="24"/>
        </w:rPr>
        <w:t>1.</w:t>
      </w:r>
      <w:r w:rsidR="00E22FBC" w:rsidRPr="00FA4B9C">
        <w:rPr>
          <w:rFonts w:ascii="Corbel" w:hAnsi="Corbel"/>
          <w:sz w:val="24"/>
          <w:szCs w:val="24"/>
        </w:rPr>
        <w:t>1</w:t>
      </w:r>
      <w:r w:rsidRPr="00FA4B9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F0A3BB" w14:textId="77777777" w:rsidR="00923D7D" w:rsidRPr="00FA4B9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4B9C" w14:paraId="4864E04A" w14:textId="77777777" w:rsidTr="008F433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16C5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Semestr</w:t>
            </w:r>
          </w:p>
          <w:p w14:paraId="4C647B9A" w14:textId="77777777" w:rsidR="00015B8F" w:rsidRPr="00FA4B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(</w:t>
            </w:r>
            <w:r w:rsidR="00363F78" w:rsidRPr="00FA4B9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69C7C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1D36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6421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12B6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D052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AB89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8721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4C718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AFD8" w14:textId="77777777" w:rsidR="00015B8F" w:rsidRPr="00FA4B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4B9C">
              <w:rPr>
                <w:rFonts w:ascii="Corbel" w:hAnsi="Corbel"/>
                <w:b/>
                <w:szCs w:val="24"/>
              </w:rPr>
              <w:t>Liczba pkt</w:t>
            </w:r>
            <w:r w:rsidR="00B90885" w:rsidRPr="00FA4B9C">
              <w:rPr>
                <w:rFonts w:ascii="Corbel" w:hAnsi="Corbel"/>
                <w:b/>
                <w:szCs w:val="24"/>
              </w:rPr>
              <w:t>.</w:t>
            </w:r>
            <w:r w:rsidRPr="00FA4B9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A4B9C" w14:paraId="7FF61988" w14:textId="77777777" w:rsidTr="008F4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433C" w14:textId="65EC9042" w:rsidR="00015B8F" w:rsidRPr="00FA4B9C" w:rsidRDefault="008F43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A2504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3228" w14:textId="77777777" w:rsidR="00015B8F" w:rsidRPr="00FA4B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0ECF" w14:textId="77777777" w:rsidR="00015B8F" w:rsidRPr="00FA4B9C" w:rsidRDefault="007954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F2CB" w14:textId="77777777" w:rsidR="00015B8F" w:rsidRPr="00FA4B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162F" w14:textId="77777777" w:rsidR="00015B8F" w:rsidRPr="00FA4B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EB02" w14:textId="77777777" w:rsidR="00015B8F" w:rsidRPr="00FA4B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6EB6" w14:textId="77777777" w:rsidR="00015B8F" w:rsidRPr="00FA4B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24CB" w14:textId="77777777" w:rsidR="00015B8F" w:rsidRPr="00FA4B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5012" w14:textId="77777777" w:rsidR="00015B8F" w:rsidRPr="00FA4B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9196" w14:textId="77777777" w:rsidR="00015B8F" w:rsidRPr="00FA4B9C" w:rsidRDefault="007954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3E61C8" w14:textId="77777777" w:rsidR="00923D7D" w:rsidRPr="00FA4B9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39F45F" w14:textId="77777777" w:rsidR="0085747A" w:rsidRPr="00FA4B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>1.</w:t>
      </w:r>
      <w:r w:rsidR="00E22FBC" w:rsidRPr="00FA4B9C">
        <w:rPr>
          <w:rFonts w:ascii="Corbel" w:hAnsi="Corbel"/>
          <w:smallCaps w:val="0"/>
          <w:szCs w:val="24"/>
        </w:rPr>
        <w:t>2</w:t>
      </w:r>
      <w:r w:rsidR="00F83B28" w:rsidRPr="00FA4B9C">
        <w:rPr>
          <w:rFonts w:ascii="Corbel" w:hAnsi="Corbel"/>
          <w:smallCaps w:val="0"/>
          <w:szCs w:val="24"/>
        </w:rPr>
        <w:t>.</w:t>
      </w:r>
      <w:r w:rsidR="00F83B28" w:rsidRPr="00FA4B9C">
        <w:rPr>
          <w:rFonts w:ascii="Corbel" w:hAnsi="Corbel"/>
          <w:smallCaps w:val="0"/>
          <w:szCs w:val="24"/>
        </w:rPr>
        <w:tab/>
      </w:r>
      <w:r w:rsidRPr="00FA4B9C">
        <w:rPr>
          <w:rFonts w:ascii="Corbel" w:hAnsi="Corbel"/>
          <w:smallCaps w:val="0"/>
          <w:szCs w:val="24"/>
        </w:rPr>
        <w:t xml:space="preserve">Sposób realizacji zajęć  </w:t>
      </w:r>
    </w:p>
    <w:p w14:paraId="4560BBA0" w14:textId="77777777" w:rsidR="0085747A" w:rsidRPr="00FA4B9C" w:rsidRDefault="007954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4B9C">
        <w:rPr>
          <w:rFonts w:ascii="Corbel" w:eastAsia="MS Gothic" w:hAnsi="Corbel" w:cs="Segoe UI Symbol"/>
          <w:b w:val="0"/>
          <w:szCs w:val="24"/>
        </w:rPr>
        <w:t>X</w:t>
      </w:r>
      <w:r w:rsidR="0085747A" w:rsidRPr="00FA4B9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B0ABE2C" w14:textId="77777777" w:rsidR="0085747A" w:rsidRPr="00FA4B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4B9C">
        <w:rPr>
          <w:rFonts w:ascii="Segoe UI Symbol" w:eastAsia="MS Gothic" w:hAnsi="Segoe UI Symbol" w:cs="Segoe UI Symbol"/>
          <w:b w:val="0"/>
          <w:szCs w:val="24"/>
        </w:rPr>
        <w:t>☐</w:t>
      </w:r>
      <w:r w:rsidRPr="00FA4B9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2E57AE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E682CE" w14:textId="77777777" w:rsidR="00E22FBC" w:rsidRPr="00FA4B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 xml:space="preserve">1.3 </w:t>
      </w:r>
      <w:r w:rsidR="00F83B28" w:rsidRPr="00FA4B9C">
        <w:rPr>
          <w:rFonts w:ascii="Corbel" w:hAnsi="Corbel"/>
          <w:smallCaps w:val="0"/>
          <w:szCs w:val="24"/>
        </w:rPr>
        <w:tab/>
      </w:r>
      <w:r w:rsidRPr="00FA4B9C">
        <w:rPr>
          <w:rFonts w:ascii="Corbel" w:hAnsi="Corbel"/>
          <w:smallCaps w:val="0"/>
          <w:szCs w:val="24"/>
        </w:rPr>
        <w:t>For</w:t>
      </w:r>
      <w:r w:rsidR="00445970" w:rsidRPr="00FA4B9C">
        <w:rPr>
          <w:rFonts w:ascii="Corbel" w:hAnsi="Corbel"/>
          <w:smallCaps w:val="0"/>
          <w:szCs w:val="24"/>
        </w:rPr>
        <w:t xml:space="preserve">ma zaliczenia przedmiotu </w:t>
      </w:r>
      <w:r w:rsidRPr="00FA4B9C">
        <w:rPr>
          <w:rFonts w:ascii="Corbel" w:hAnsi="Corbel"/>
          <w:smallCaps w:val="0"/>
          <w:szCs w:val="24"/>
        </w:rPr>
        <w:t xml:space="preserve"> (z toku) </w:t>
      </w:r>
      <w:r w:rsidRPr="00FA4B9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834F573" w14:textId="77777777" w:rsidR="009C54AE" w:rsidRPr="00FA4B9C" w:rsidRDefault="0079544A" w:rsidP="007954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B9C">
        <w:rPr>
          <w:rFonts w:ascii="Corbel" w:hAnsi="Corbel"/>
          <w:b w:val="0"/>
          <w:smallCaps w:val="0"/>
          <w:szCs w:val="24"/>
        </w:rPr>
        <w:t>Zaliczenie z oceną</w:t>
      </w:r>
    </w:p>
    <w:p w14:paraId="72B903BB" w14:textId="77777777" w:rsidR="00E960BB" w:rsidRPr="00FA4B9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D11DA9" w14:textId="77777777" w:rsidR="00E960BB" w:rsidRPr="00FA4B9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4B9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B9C" w14:paraId="0A822AA3" w14:textId="77777777" w:rsidTr="00745302">
        <w:tc>
          <w:tcPr>
            <w:tcW w:w="9670" w:type="dxa"/>
          </w:tcPr>
          <w:p w14:paraId="776BB8A1" w14:textId="77777777" w:rsidR="0085747A" w:rsidRPr="00FA4B9C" w:rsidRDefault="007954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ochrony konsumentów oraz  istoty gospodarki wolnorynkowej.</w:t>
            </w:r>
          </w:p>
          <w:p w14:paraId="7A96E954" w14:textId="77777777" w:rsidR="0085747A" w:rsidRPr="00FA4B9C" w:rsidRDefault="00BA58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Komunikatywna znajomość języka angielskiego.</w:t>
            </w:r>
          </w:p>
        </w:tc>
      </w:tr>
    </w:tbl>
    <w:p w14:paraId="3EAA7114" w14:textId="77777777" w:rsidR="00153C41" w:rsidRPr="00FA4B9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C0D925" w14:textId="77777777" w:rsidR="0085747A" w:rsidRPr="00FA4B9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4B9C">
        <w:rPr>
          <w:rFonts w:ascii="Corbel" w:hAnsi="Corbel"/>
          <w:szCs w:val="24"/>
        </w:rPr>
        <w:t>3.</w:t>
      </w:r>
      <w:r w:rsidR="0085747A" w:rsidRPr="00FA4B9C">
        <w:rPr>
          <w:rFonts w:ascii="Corbel" w:hAnsi="Corbel"/>
          <w:szCs w:val="24"/>
        </w:rPr>
        <w:t xml:space="preserve"> </w:t>
      </w:r>
      <w:r w:rsidR="00A84C85" w:rsidRPr="00FA4B9C">
        <w:rPr>
          <w:rFonts w:ascii="Corbel" w:hAnsi="Corbel"/>
          <w:szCs w:val="24"/>
        </w:rPr>
        <w:t>cele, efekty uczenia się</w:t>
      </w:r>
      <w:r w:rsidR="0085747A" w:rsidRPr="00FA4B9C">
        <w:rPr>
          <w:rFonts w:ascii="Corbel" w:hAnsi="Corbel"/>
          <w:szCs w:val="24"/>
        </w:rPr>
        <w:t xml:space="preserve"> , treści Programowe i stosowane metody Dydaktyczne</w:t>
      </w:r>
    </w:p>
    <w:p w14:paraId="205721DB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A97FD" w14:textId="77777777" w:rsidR="0085747A" w:rsidRPr="00FA4B9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A4B9C">
        <w:rPr>
          <w:rFonts w:ascii="Corbel" w:hAnsi="Corbel"/>
          <w:sz w:val="24"/>
          <w:szCs w:val="24"/>
        </w:rPr>
        <w:t>Cele przedmiotu</w:t>
      </w:r>
    </w:p>
    <w:p w14:paraId="16659F0D" w14:textId="77777777" w:rsidR="00F83B28" w:rsidRPr="00FA4B9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A4B9C" w14:paraId="0FA0962A" w14:textId="77777777" w:rsidTr="00923D7D">
        <w:tc>
          <w:tcPr>
            <w:tcW w:w="851" w:type="dxa"/>
            <w:vAlign w:val="center"/>
          </w:tcPr>
          <w:p w14:paraId="53937CE7" w14:textId="77777777" w:rsidR="0085747A" w:rsidRPr="00FA4B9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2B992F" w14:textId="77777777" w:rsidR="0085747A" w:rsidRPr="00FA4B9C" w:rsidRDefault="009105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Poznanie genezy oraz istoty  współczesnego społeczeństwa konsumpcyjnego</w:t>
            </w:r>
          </w:p>
        </w:tc>
      </w:tr>
      <w:tr w:rsidR="0085747A" w:rsidRPr="00FA4B9C" w14:paraId="52CE899D" w14:textId="77777777" w:rsidTr="00923D7D">
        <w:tc>
          <w:tcPr>
            <w:tcW w:w="851" w:type="dxa"/>
            <w:vAlign w:val="center"/>
          </w:tcPr>
          <w:p w14:paraId="1EAD86ED" w14:textId="77777777" w:rsidR="0085747A" w:rsidRPr="00FA4B9C" w:rsidRDefault="009105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1DF862" w14:textId="77777777" w:rsidR="0085747A" w:rsidRPr="00FA4B9C" w:rsidRDefault="009105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Poznanie podstawowych praw konsumenta w ujęciu międzynarodowym</w:t>
            </w:r>
          </w:p>
        </w:tc>
      </w:tr>
      <w:tr w:rsidR="0085747A" w:rsidRPr="00FA4B9C" w14:paraId="292082A0" w14:textId="77777777" w:rsidTr="00923D7D">
        <w:tc>
          <w:tcPr>
            <w:tcW w:w="851" w:type="dxa"/>
            <w:vAlign w:val="center"/>
          </w:tcPr>
          <w:p w14:paraId="588226D9" w14:textId="77777777" w:rsidR="0085747A" w:rsidRPr="00FA4B9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105D8" w:rsidRPr="00FA4B9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419495F" w14:textId="77777777" w:rsidR="0085747A" w:rsidRPr="00FA4B9C" w:rsidRDefault="009105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Poznanie modeli ochrony konsumentów w Europie</w:t>
            </w:r>
          </w:p>
        </w:tc>
      </w:tr>
      <w:tr w:rsidR="009105D8" w:rsidRPr="00FA4B9C" w14:paraId="1FFD3173" w14:textId="77777777" w:rsidTr="00923D7D">
        <w:tc>
          <w:tcPr>
            <w:tcW w:w="851" w:type="dxa"/>
            <w:vAlign w:val="center"/>
          </w:tcPr>
          <w:p w14:paraId="5F40080B" w14:textId="77777777" w:rsidR="009105D8" w:rsidRPr="00FA4B9C" w:rsidRDefault="009105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3681789F" w14:textId="77777777" w:rsidR="009105D8" w:rsidRPr="00FA4B9C" w:rsidRDefault="009105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4B9C">
              <w:rPr>
                <w:rFonts w:ascii="Corbel" w:hAnsi="Corbel"/>
                <w:b w:val="0"/>
                <w:sz w:val="24"/>
                <w:szCs w:val="24"/>
              </w:rPr>
              <w:t>Zapoznanie  się z instytucjonalną ochroną konsumentów w Unii Europejskiej</w:t>
            </w:r>
          </w:p>
        </w:tc>
      </w:tr>
    </w:tbl>
    <w:p w14:paraId="4F5EB968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FBA032" w14:textId="77777777" w:rsidR="001D7B54" w:rsidRPr="00FA4B9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b/>
          <w:sz w:val="24"/>
          <w:szCs w:val="24"/>
        </w:rPr>
        <w:t xml:space="preserve">3.2 </w:t>
      </w:r>
      <w:r w:rsidR="001D7B54" w:rsidRPr="00FA4B9C">
        <w:rPr>
          <w:rFonts w:ascii="Corbel" w:hAnsi="Corbel"/>
          <w:b/>
          <w:sz w:val="24"/>
          <w:szCs w:val="24"/>
        </w:rPr>
        <w:t xml:space="preserve">Efekty </w:t>
      </w:r>
      <w:r w:rsidR="00C05F44" w:rsidRPr="00FA4B9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4B9C">
        <w:rPr>
          <w:rFonts w:ascii="Corbel" w:hAnsi="Corbel"/>
          <w:b/>
          <w:sz w:val="24"/>
          <w:szCs w:val="24"/>
        </w:rPr>
        <w:t>dla przedmiotu</w:t>
      </w:r>
      <w:r w:rsidR="00445970" w:rsidRPr="00FA4B9C">
        <w:rPr>
          <w:rFonts w:ascii="Corbel" w:hAnsi="Corbel"/>
          <w:sz w:val="24"/>
          <w:szCs w:val="24"/>
        </w:rPr>
        <w:t xml:space="preserve"> </w:t>
      </w:r>
    </w:p>
    <w:p w14:paraId="733DA110" w14:textId="77777777" w:rsidR="001D7B54" w:rsidRPr="00FA4B9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FA4B9C" w14:paraId="2B4B6ED2" w14:textId="77777777" w:rsidTr="00E76DA8">
        <w:tc>
          <w:tcPr>
            <w:tcW w:w="1678" w:type="dxa"/>
            <w:vAlign w:val="center"/>
          </w:tcPr>
          <w:p w14:paraId="1E58C93E" w14:textId="77777777" w:rsidR="0085747A" w:rsidRPr="00FA4B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4B9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4B9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4B9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4F2D0EB0" w14:textId="77777777" w:rsidR="0085747A" w:rsidRPr="00FA4B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4B9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4B9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995480" w14:textId="77777777" w:rsidR="0085747A" w:rsidRPr="00FA4B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4B9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6DA8" w:rsidRPr="00FA4B9C" w14:paraId="094D6B58" w14:textId="77777777" w:rsidTr="00E76DA8">
        <w:tc>
          <w:tcPr>
            <w:tcW w:w="1678" w:type="dxa"/>
            <w:vAlign w:val="center"/>
          </w:tcPr>
          <w:p w14:paraId="07E72A3C" w14:textId="77777777" w:rsidR="00E76DA8" w:rsidRPr="00FA4B9C" w:rsidRDefault="00E76DA8" w:rsidP="00E76DA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4B9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vAlign w:val="center"/>
          </w:tcPr>
          <w:p w14:paraId="4A4BFF43" w14:textId="77777777" w:rsidR="00E76DA8" w:rsidRPr="00FA4B9C" w:rsidRDefault="00997C1F" w:rsidP="00FA4B9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E76DA8" w:rsidRPr="00FA4B9C">
              <w:rPr>
                <w:rFonts w:ascii="Corbel" w:hAnsi="Corbel"/>
                <w:sz w:val="24"/>
                <w:szCs w:val="24"/>
              </w:rPr>
              <w:t xml:space="preserve">specyfikę </w:t>
            </w:r>
            <w:r w:rsidRPr="00FA4B9C">
              <w:rPr>
                <w:rFonts w:ascii="Corbel" w:hAnsi="Corbel"/>
                <w:sz w:val="24"/>
                <w:szCs w:val="24"/>
              </w:rPr>
              <w:t xml:space="preserve"> szczegółowej polityki Unii Europejskiej – polityki konsumenckiej </w:t>
            </w:r>
          </w:p>
        </w:tc>
        <w:tc>
          <w:tcPr>
            <w:tcW w:w="1865" w:type="dxa"/>
            <w:vAlign w:val="center"/>
          </w:tcPr>
          <w:p w14:paraId="608C8168" w14:textId="77777777" w:rsidR="00E76DA8" w:rsidRPr="00FA4B9C" w:rsidRDefault="00E76DA8" w:rsidP="00E76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K_W01</w:t>
            </w:r>
          </w:p>
        </w:tc>
      </w:tr>
      <w:tr w:rsidR="0085747A" w:rsidRPr="00FA4B9C" w14:paraId="3B3FA2AA" w14:textId="77777777" w:rsidTr="00E76DA8">
        <w:tc>
          <w:tcPr>
            <w:tcW w:w="1678" w:type="dxa"/>
          </w:tcPr>
          <w:p w14:paraId="7A1BCC68" w14:textId="77777777" w:rsidR="0085747A" w:rsidRPr="00FA4B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4B9C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E76DA8" w:rsidRPr="00FA4B9C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177DAFE3" w14:textId="77777777" w:rsidR="0085747A" w:rsidRPr="00FA4B9C" w:rsidRDefault="00997C1F" w:rsidP="00FA4B9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 xml:space="preserve">Rozumie </w:t>
            </w:r>
            <w:r w:rsidR="00E76DA8" w:rsidRPr="00FA4B9C">
              <w:rPr>
                <w:rFonts w:ascii="Corbel" w:hAnsi="Corbel"/>
                <w:sz w:val="24"/>
                <w:szCs w:val="24"/>
              </w:rPr>
              <w:t>w pogłębionym stopniu teoretyczne modele</w:t>
            </w:r>
            <w:r w:rsidRPr="00FA4B9C">
              <w:rPr>
                <w:rFonts w:ascii="Corbel" w:hAnsi="Corbel"/>
                <w:sz w:val="24"/>
                <w:szCs w:val="24"/>
              </w:rPr>
              <w:t xml:space="preserve"> ochrony konsumentów w państwach Europy.</w:t>
            </w:r>
            <w:r w:rsidR="00E76DA8" w:rsidRPr="00FA4B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BD165EA" w14:textId="77777777" w:rsidR="0085747A" w:rsidRPr="00FA4B9C" w:rsidRDefault="00E7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K_W02</w:t>
            </w:r>
          </w:p>
        </w:tc>
      </w:tr>
      <w:tr w:rsidR="00CC5D0F" w:rsidRPr="00FA4B9C" w14:paraId="31C36870" w14:textId="77777777" w:rsidTr="00E76DA8">
        <w:tc>
          <w:tcPr>
            <w:tcW w:w="1678" w:type="dxa"/>
          </w:tcPr>
          <w:p w14:paraId="135039BD" w14:textId="77777777" w:rsidR="00CC5D0F" w:rsidRPr="00FA4B9C" w:rsidRDefault="00CC5D0F" w:rsidP="00CC5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7C3C34F" w14:textId="77777777" w:rsidR="00CC5D0F" w:rsidRPr="00FA4B9C" w:rsidRDefault="006A361B" w:rsidP="00FA4B9C">
            <w:pPr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CC5D0F" w:rsidRPr="00FA4B9C">
              <w:rPr>
                <w:rFonts w:ascii="Corbel" w:hAnsi="Corbel"/>
                <w:sz w:val="24"/>
                <w:szCs w:val="24"/>
              </w:rPr>
              <w:t xml:space="preserve">odpowiednio </w:t>
            </w:r>
            <w:r w:rsidRPr="00FA4B9C">
              <w:rPr>
                <w:rFonts w:ascii="Corbel" w:hAnsi="Corbel"/>
                <w:sz w:val="24"/>
                <w:szCs w:val="24"/>
              </w:rPr>
              <w:t>charakteryzować genezę i ideę międzynarodowej ochrony praw konsumentów.</w:t>
            </w:r>
          </w:p>
        </w:tc>
        <w:tc>
          <w:tcPr>
            <w:tcW w:w="1865" w:type="dxa"/>
          </w:tcPr>
          <w:p w14:paraId="7C285149" w14:textId="77777777" w:rsidR="00CC5D0F" w:rsidRPr="00FA4B9C" w:rsidRDefault="00CC5D0F" w:rsidP="00CC5D0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K_U01</w:t>
            </w:r>
          </w:p>
        </w:tc>
      </w:tr>
      <w:tr w:rsidR="00CC5D0F" w:rsidRPr="00FA4B9C" w14:paraId="019A2FE9" w14:textId="77777777" w:rsidTr="00E76DA8">
        <w:tc>
          <w:tcPr>
            <w:tcW w:w="1678" w:type="dxa"/>
          </w:tcPr>
          <w:p w14:paraId="308A6189" w14:textId="77777777" w:rsidR="00CC5D0F" w:rsidRPr="00FA4B9C" w:rsidRDefault="00CC5D0F" w:rsidP="00CC5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47CC9E3C" w14:textId="77777777" w:rsidR="00CC5D0F" w:rsidRPr="00FA4B9C" w:rsidRDefault="006A361B" w:rsidP="00FA4B9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3D23FC" w:rsidRPr="00FA4B9C">
              <w:rPr>
                <w:rFonts w:ascii="Corbel" w:hAnsi="Corbel"/>
                <w:sz w:val="24"/>
                <w:szCs w:val="24"/>
              </w:rPr>
              <w:t xml:space="preserve">samodzielnie </w:t>
            </w:r>
            <w:r w:rsidR="001A27CF" w:rsidRPr="00FA4B9C">
              <w:rPr>
                <w:rFonts w:ascii="Corbel" w:hAnsi="Corbel"/>
                <w:sz w:val="24"/>
                <w:szCs w:val="24"/>
              </w:rPr>
              <w:t xml:space="preserve"> </w:t>
            </w:r>
            <w:r w:rsidR="003D23FC" w:rsidRPr="00FA4B9C">
              <w:rPr>
                <w:rFonts w:ascii="Corbel" w:hAnsi="Corbel"/>
                <w:sz w:val="24"/>
                <w:szCs w:val="24"/>
              </w:rPr>
              <w:t xml:space="preserve">planować i realizować </w:t>
            </w:r>
            <w:r w:rsidR="001A27CF" w:rsidRPr="00FA4B9C">
              <w:rPr>
                <w:rFonts w:ascii="Corbel" w:hAnsi="Corbel"/>
                <w:sz w:val="24"/>
                <w:szCs w:val="24"/>
              </w:rPr>
              <w:t xml:space="preserve">procesy uczenia się z w zakresie współczesnej ochrony praw konsumentów. </w:t>
            </w:r>
          </w:p>
        </w:tc>
        <w:tc>
          <w:tcPr>
            <w:tcW w:w="1865" w:type="dxa"/>
          </w:tcPr>
          <w:p w14:paraId="0FDF38FE" w14:textId="77777777" w:rsidR="00CC5D0F" w:rsidRPr="00FA4B9C" w:rsidRDefault="003D23FC" w:rsidP="00CC5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K_U05</w:t>
            </w:r>
          </w:p>
        </w:tc>
      </w:tr>
      <w:tr w:rsidR="00CC5D0F" w:rsidRPr="00FA4B9C" w14:paraId="410AC0DB" w14:textId="77777777" w:rsidTr="00E76DA8">
        <w:tc>
          <w:tcPr>
            <w:tcW w:w="1678" w:type="dxa"/>
          </w:tcPr>
          <w:p w14:paraId="132CA3A3" w14:textId="77777777" w:rsidR="00CC5D0F" w:rsidRPr="00FA4B9C" w:rsidRDefault="00CC5D0F" w:rsidP="00CC5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328E5B37" w14:textId="77777777" w:rsidR="00CC5D0F" w:rsidRPr="00FA4B9C" w:rsidRDefault="00D40CEE" w:rsidP="00FA4B9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Potrafi dokonać krytycznej selekcji informacji z zakresu ochrony i bezpieczeństwa konsumentów w aspekcie międzynarodowym.</w:t>
            </w:r>
          </w:p>
        </w:tc>
        <w:tc>
          <w:tcPr>
            <w:tcW w:w="1865" w:type="dxa"/>
          </w:tcPr>
          <w:p w14:paraId="1A4E1866" w14:textId="77777777" w:rsidR="00CC5D0F" w:rsidRPr="00FA4B9C" w:rsidRDefault="00CC6866" w:rsidP="00CC5D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K_K01</w:t>
            </w:r>
          </w:p>
        </w:tc>
      </w:tr>
      <w:tr w:rsidR="00CC6866" w:rsidRPr="00FA4B9C" w14:paraId="74A51D1F" w14:textId="77777777" w:rsidTr="00E76DA8">
        <w:tc>
          <w:tcPr>
            <w:tcW w:w="1678" w:type="dxa"/>
          </w:tcPr>
          <w:p w14:paraId="549571CE" w14:textId="77777777" w:rsidR="00CC6866" w:rsidRPr="00FA4B9C" w:rsidRDefault="00CC6866" w:rsidP="00CC6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043BBEB6" w14:textId="77777777" w:rsidR="00CC6866" w:rsidRPr="00FA4B9C" w:rsidRDefault="00CC6866" w:rsidP="00FA4B9C">
            <w:pPr>
              <w:rPr>
                <w:rFonts w:ascii="Corbel" w:hAnsi="Corbel"/>
                <w:sz w:val="24"/>
                <w:szCs w:val="24"/>
              </w:rPr>
            </w:pPr>
          </w:p>
          <w:p w14:paraId="030FFB8D" w14:textId="77777777" w:rsidR="00CC6866" w:rsidRPr="00FA4B9C" w:rsidRDefault="00D40CEE" w:rsidP="00FA4B9C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 xml:space="preserve">Umie myśleć </w:t>
            </w:r>
            <w:r w:rsidR="00CC6866" w:rsidRPr="00FA4B9C">
              <w:rPr>
                <w:rFonts w:ascii="Corbel" w:hAnsi="Corbel"/>
                <w:sz w:val="24"/>
                <w:szCs w:val="24"/>
              </w:rPr>
              <w:t>i działa</w:t>
            </w:r>
            <w:r w:rsidRPr="00FA4B9C">
              <w:rPr>
                <w:rFonts w:ascii="Corbel" w:hAnsi="Corbel"/>
                <w:sz w:val="24"/>
                <w:szCs w:val="24"/>
              </w:rPr>
              <w:t>ć</w:t>
            </w:r>
            <w:r w:rsidR="00CC6866" w:rsidRPr="00FA4B9C">
              <w:rPr>
                <w:rFonts w:ascii="Corbel" w:hAnsi="Corbel"/>
                <w:sz w:val="24"/>
                <w:szCs w:val="24"/>
              </w:rPr>
              <w:t xml:space="preserve"> w sposób przedsiębiorczy</w:t>
            </w:r>
            <w:r w:rsidRPr="00FA4B9C">
              <w:rPr>
                <w:rFonts w:ascii="Corbel" w:hAnsi="Corbel"/>
                <w:sz w:val="24"/>
                <w:szCs w:val="24"/>
              </w:rPr>
              <w:t xml:space="preserve">, zarówno jako konsument jak i potencjalny </w:t>
            </w:r>
            <w:r w:rsidR="00FA4B9C" w:rsidRPr="00FA4B9C">
              <w:rPr>
                <w:rFonts w:ascii="Corbel" w:hAnsi="Corbel"/>
                <w:sz w:val="24"/>
                <w:szCs w:val="24"/>
              </w:rPr>
              <w:t>przedsiębior</w:t>
            </w:r>
            <w:r w:rsidR="00FA4B9C">
              <w:rPr>
                <w:rFonts w:ascii="Corbel" w:hAnsi="Corbel"/>
                <w:sz w:val="24"/>
                <w:szCs w:val="24"/>
              </w:rPr>
              <w:t>ca</w:t>
            </w:r>
          </w:p>
        </w:tc>
        <w:tc>
          <w:tcPr>
            <w:tcW w:w="1865" w:type="dxa"/>
          </w:tcPr>
          <w:p w14:paraId="173202E1" w14:textId="77777777" w:rsidR="00CC6866" w:rsidRPr="00FA4B9C" w:rsidRDefault="00CC6866" w:rsidP="00CC6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szCs w:val="24"/>
              </w:rPr>
              <w:t>K_K04</w:t>
            </w:r>
          </w:p>
        </w:tc>
      </w:tr>
    </w:tbl>
    <w:p w14:paraId="7D5B259E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F2C3D" w14:textId="77777777" w:rsidR="0085747A" w:rsidRPr="00FA4B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4B9C">
        <w:rPr>
          <w:rFonts w:ascii="Corbel" w:hAnsi="Corbel"/>
          <w:b/>
          <w:sz w:val="24"/>
          <w:szCs w:val="24"/>
        </w:rPr>
        <w:t>3.3</w:t>
      </w:r>
      <w:r w:rsidR="001D7B54" w:rsidRPr="00FA4B9C">
        <w:rPr>
          <w:rFonts w:ascii="Corbel" w:hAnsi="Corbel"/>
          <w:b/>
          <w:sz w:val="24"/>
          <w:szCs w:val="24"/>
        </w:rPr>
        <w:t xml:space="preserve"> </w:t>
      </w:r>
      <w:r w:rsidR="0085747A" w:rsidRPr="00FA4B9C">
        <w:rPr>
          <w:rFonts w:ascii="Corbel" w:hAnsi="Corbel"/>
          <w:b/>
          <w:sz w:val="24"/>
          <w:szCs w:val="24"/>
        </w:rPr>
        <w:t>T</w:t>
      </w:r>
      <w:r w:rsidR="001D7B54" w:rsidRPr="00FA4B9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4B9C">
        <w:rPr>
          <w:rFonts w:ascii="Corbel" w:hAnsi="Corbel"/>
          <w:sz w:val="24"/>
          <w:szCs w:val="24"/>
        </w:rPr>
        <w:t xml:space="preserve">  </w:t>
      </w:r>
    </w:p>
    <w:p w14:paraId="3D10F428" w14:textId="77777777" w:rsidR="0085747A" w:rsidRPr="00FA4B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sz w:val="24"/>
          <w:szCs w:val="24"/>
        </w:rPr>
        <w:t xml:space="preserve">Problematyka wykładu </w:t>
      </w:r>
    </w:p>
    <w:p w14:paraId="4E736DC2" w14:textId="77777777" w:rsidR="001E22F4" w:rsidRPr="00FA4B9C" w:rsidRDefault="001E22F4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2F4" w:rsidRPr="00FA4B9C" w14:paraId="5791ADC9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69367" w14:textId="77777777" w:rsidR="001E22F4" w:rsidRPr="00FA4B9C" w:rsidRDefault="001E22F4" w:rsidP="001E22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2F4" w:rsidRPr="00FA4B9C" w14:paraId="3A83044E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4C9EB" w14:textId="77777777" w:rsidR="001E22F4" w:rsidRPr="00FA4B9C" w:rsidRDefault="001E22F4" w:rsidP="001E22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E22F4" w:rsidRPr="00FA4B9C" w14:paraId="3AB3FF68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8E633" w14:textId="77777777" w:rsidR="001E22F4" w:rsidRPr="00FA4B9C" w:rsidRDefault="001E22F4" w:rsidP="001E22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59FA32" w14:textId="77777777" w:rsidR="001E22F4" w:rsidRPr="00FA4B9C" w:rsidRDefault="001E22F4" w:rsidP="001E22F4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4E01998" w14:textId="77777777" w:rsidR="0085747A" w:rsidRPr="00FA4B9C" w:rsidRDefault="0085747A" w:rsidP="001E22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4B9C">
        <w:rPr>
          <w:rFonts w:ascii="Corbel" w:hAnsi="Corbel"/>
          <w:sz w:val="24"/>
          <w:szCs w:val="24"/>
        </w:rPr>
        <w:t>Problematyka ćwiczeń, konwersator</w:t>
      </w:r>
      <w:r w:rsidR="005F76A3" w:rsidRPr="00FA4B9C">
        <w:rPr>
          <w:rFonts w:ascii="Corbel" w:hAnsi="Corbel"/>
          <w:sz w:val="24"/>
          <w:szCs w:val="24"/>
        </w:rPr>
        <w:t>iów</w:t>
      </w:r>
      <w:r w:rsidRPr="00FA4B9C">
        <w:rPr>
          <w:rFonts w:ascii="Corbel" w:hAnsi="Corbel"/>
          <w:sz w:val="24"/>
          <w:szCs w:val="24"/>
        </w:rPr>
        <w:t>, laborator</w:t>
      </w:r>
      <w:r w:rsidR="005F76A3" w:rsidRPr="00FA4B9C">
        <w:rPr>
          <w:rFonts w:ascii="Corbel" w:hAnsi="Corbel"/>
          <w:sz w:val="24"/>
          <w:szCs w:val="24"/>
        </w:rPr>
        <w:t>iów</w:t>
      </w:r>
      <w:r w:rsidR="009F4610" w:rsidRPr="00FA4B9C">
        <w:rPr>
          <w:rFonts w:ascii="Corbel" w:hAnsi="Corbel"/>
          <w:sz w:val="24"/>
          <w:szCs w:val="24"/>
        </w:rPr>
        <w:t xml:space="preserve">, </w:t>
      </w:r>
      <w:r w:rsidRPr="00FA4B9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2F4" w:rsidRPr="00FA4B9C" w14:paraId="0E5AAE9B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2B65D" w14:textId="77777777" w:rsidR="001E22F4" w:rsidRPr="00FA4B9C" w:rsidRDefault="001E22F4" w:rsidP="001E22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2F4" w:rsidRPr="00A25049" w14:paraId="5944C2B4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93937" w14:textId="77777777" w:rsidR="001E22F4" w:rsidRPr="00DE5CBA" w:rsidRDefault="001E22F4" w:rsidP="001E22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lang w:val="en-GB"/>
              </w:rPr>
            </w:pPr>
            <w:r w:rsidRPr="00DE5CBA">
              <w:rPr>
                <w:rStyle w:val="bip"/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Definition of consumer, consumer rights, consumer protection, consume policy </w:t>
            </w:r>
          </w:p>
        </w:tc>
      </w:tr>
      <w:tr w:rsidR="001E22F4" w:rsidRPr="00A25049" w14:paraId="7B9C9084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E576C" w14:textId="77777777" w:rsidR="001E22F4" w:rsidRPr="00DE5CBA" w:rsidRDefault="001E22F4" w:rsidP="001E22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lang w:val="en-GB"/>
              </w:rPr>
            </w:pPr>
            <w:r w:rsidRPr="00DE5CBA">
              <w:rPr>
                <w:rStyle w:val="bip"/>
                <w:rFonts w:ascii="Corbel" w:hAnsi="Corbel"/>
                <w:sz w:val="24"/>
                <w:szCs w:val="24"/>
                <w:lang w:val="en-GB"/>
              </w:rPr>
              <w:t>Institution of consumer protection in European Union</w:t>
            </w:r>
          </w:p>
        </w:tc>
      </w:tr>
      <w:tr w:rsidR="001E22F4" w:rsidRPr="00A25049" w14:paraId="64567167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10054" w14:textId="77777777" w:rsidR="001E22F4" w:rsidRPr="00DE5CBA" w:rsidRDefault="001E22F4" w:rsidP="001E22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lang w:val="en-GB"/>
              </w:rPr>
            </w:pPr>
            <w:r w:rsidRPr="00DE5CBA">
              <w:rPr>
                <w:rFonts w:ascii="Corbel" w:hAnsi="Corbel"/>
                <w:sz w:val="24"/>
                <w:szCs w:val="24"/>
                <w:lang w:val="en-GB"/>
              </w:rPr>
              <w:t>National models of consumer policy</w:t>
            </w:r>
          </w:p>
        </w:tc>
      </w:tr>
      <w:tr w:rsidR="001E22F4" w:rsidRPr="00A25049" w14:paraId="1164BDCC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962EB" w14:textId="77777777" w:rsidR="001E22F4" w:rsidRPr="00DE5CBA" w:rsidRDefault="001E22F4" w:rsidP="001E22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lang w:val="en-GB"/>
              </w:rPr>
            </w:pPr>
            <w:r w:rsidRPr="00DE5CBA">
              <w:rPr>
                <w:rFonts w:ascii="Corbel" w:hAnsi="Corbel"/>
                <w:sz w:val="24"/>
                <w:szCs w:val="24"/>
                <w:lang w:val="en-GB"/>
              </w:rPr>
              <w:t xml:space="preserve"> European Union modern consumer policy </w:t>
            </w:r>
          </w:p>
        </w:tc>
      </w:tr>
      <w:tr w:rsidR="001E22F4" w:rsidRPr="00A25049" w14:paraId="6FC66D27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1E837" w14:textId="77777777" w:rsidR="001E22F4" w:rsidRPr="00DE5CBA" w:rsidRDefault="001E22F4" w:rsidP="001E22F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  <w:lang w:val="en-GB"/>
              </w:rPr>
            </w:pPr>
            <w:r w:rsidRPr="00DE5CBA">
              <w:rPr>
                <w:rFonts w:ascii="Corbel" w:hAnsi="Corbel"/>
                <w:sz w:val="24"/>
                <w:szCs w:val="24"/>
                <w:lang w:val="en-GB"/>
              </w:rPr>
              <w:t>Consumer protection in European Union</w:t>
            </w:r>
          </w:p>
        </w:tc>
      </w:tr>
      <w:tr w:rsidR="001E22F4" w:rsidRPr="00A25049" w14:paraId="51F7734B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675F1" w14:textId="77777777" w:rsidR="001E22F4" w:rsidRPr="00DE5CBA" w:rsidRDefault="001E22F4" w:rsidP="001E22F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  <w:lang w:val="en-GB"/>
              </w:rPr>
            </w:pPr>
            <w:r w:rsidRPr="00DE5CBA">
              <w:rPr>
                <w:rFonts w:ascii="Corbel" w:hAnsi="Corbel"/>
                <w:sz w:val="24"/>
                <w:szCs w:val="24"/>
                <w:lang w:val="en-GB"/>
              </w:rPr>
              <w:t xml:space="preserve">Help and advice for Consumers                                     </w:t>
            </w:r>
          </w:p>
        </w:tc>
      </w:tr>
      <w:tr w:rsidR="001E22F4" w:rsidRPr="00FA4B9C" w14:paraId="60EBC6D3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EEECC" w14:textId="77777777" w:rsidR="001E22F4" w:rsidRPr="00FA4B9C" w:rsidRDefault="001E22F4" w:rsidP="001E22F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 xml:space="preserve">Abusive Contract Terms </w:t>
            </w:r>
          </w:p>
        </w:tc>
      </w:tr>
      <w:tr w:rsidR="001E22F4" w:rsidRPr="00FA4B9C" w14:paraId="78949F3E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767C4" w14:textId="77777777" w:rsidR="001E22F4" w:rsidRPr="00FA4B9C" w:rsidRDefault="001E22F4" w:rsidP="001E22F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Style w:val="bip"/>
                <w:rFonts w:ascii="Corbel" w:hAnsi="Corbel"/>
                <w:sz w:val="24"/>
                <w:szCs w:val="24"/>
              </w:rPr>
              <w:t>Product safety</w:t>
            </w:r>
          </w:p>
        </w:tc>
      </w:tr>
      <w:tr w:rsidR="001E22F4" w:rsidRPr="00FA4B9C" w14:paraId="493FFFA8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E13F1" w14:textId="77777777" w:rsidR="001E22F4" w:rsidRPr="00FA4B9C" w:rsidRDefault="001E22F4" w:rsidP="001E22F4">
            <w:pPr>
              <w:pStyle w:val="Akapitzlist"/>
              <w:spacing w:after="0"/>
              <w:ind w:left="708" w:hanging="708"/>
              <w:rPr>
                <w:rStyle w:val="bip"/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Fuel quality</w:t>
            </w:r>
          </w:p>
        </w:tc>
      </w:tr>
      <w:tr w:rsidR="001E22F4" w:rsidRPr="00FA4B9C" w14:paraId="22E884B7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FBAA8" w14:textId="77777777" w:rsidR="001E22F4" w:rsidRPr="00FA4B9C" w:rsidRDefault="001E22F4" w:rsidP="001E22F4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 xml:space="preserve">CE marking    </w:t>
            </w:r>
          </w:p>
        </w:tc>
      </w:tr>
      <w:tr w:rsidR="001E22F4" w:rsidRPr="00A25049" w14:paraId="00B4F261" w14:textId="77777777" w:rsidTr="001E22F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3779" w14:textId="77777777" w:rsidR="001E22F4" w:rsidRPr="00DE5CBA" w:rsidRDefault="001E22F4" w:rsidP="001E22F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  <w:lang w:val="en-GB"/>
              </w:rPr>
            </w:pPr>
            <w:r w:rsidRPr="00DE5CBA">
              <w:rPr>
                <w:rFonts w:ascii="Corbel" w:hAnsi="Corbel"/>
                <w:sz w:val="24"/>
                <w:szCs w:val="24"/>
                <w:lang w:val="en-GB"/>
              </w:rPr>
              <w:t>European Citizens' Initiativ and consumer potection</w:t>
            </w:r>
          </w:p>
        </w:tc>
      </w:tr>
    </w:tbl>
    <w:p w14:paraId="38C3296A" w14:textId="77777777" w:rsidR="0014016E" w:rsidRPr="00DE5CBA" w:rsidRDefault="0014016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  <w:lang w:val="en-GB"/>
        </w:rPr>
      </w:pPr>
    </w:p>
    <w:p w14:paraId="32188780" w14:textId="77777777" w:rsidR="0085747A" w:rsidRPr="00FA4B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>3.4 Metody dydaktyczne</w:t>
      </w:r>
      <w:r w:rsidRPr="00FA4B9C">
        <w:rPr>
          <w:rFonts w:ascii="Corbel" w:hAnsi="Corbel"/>
          <w:b w:val="0"/>
          <w:smallCaps w:val="0"/>
          <w:szCs w:val="24"/>
        </w:rPr>
        <w:t xml:space="preserve"> </w:t>
      </w:r>
    </w:p>
    <w:p w14:paraId="7212FD15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BA706" w14:textId="6F9DFBB1" w:rsidR="00E67196" w:rsidRPr="00FA4B9C" w:rsidRDefault="00153C41" w:rsidP="00E6719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FA4B9C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E67196" w:rsidRPr="00FA4B9C">
        <w:rPr>
          <w:rFonts w:ascii="Corbel" w:hAnsi="Corbel"/>
          <w:b w:val="0"/>
          <w:smallCaps w:val="0"/>
          <w:szCs w:val="24"/>
        </w:rPr>
        <w:t xml:space="preserve">Dyskusja, analiza aktów prawnych, dokumentów, praca w grupach. </w:t>
      </w:r>
    </w:p>
    <w:p w14:paraId="3C03718A" w14:textId="77777777" w:rsidR="00E67196" w:rsidRPr="00FA4B9C" w:rsidRDefault="00E67196" w:rsidP="00E671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F4149" w14:textId="77777777" w:rsidR="00E960BB" w:rsidRPr="00FA4B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E87C57" w14:textId="77777777" w:rsidR="0085747A" w:rsidRPr="00FA4B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 xml:space="preserve">4. </w:t>
      </w:r>
      <w:r w:rsidR="0085747A" w:rsidRPr="00FA4B9C">
        <w:rPr>
          <w:rFonts w:ascii="Corbel" w:hAnsi="Corbel"/>
          <w:smallCaps w:val="0"/>
          <w:szCs w:val="24"/>
        </w:rPr>
        <w:t>METODY I KRYTERIA OCENY</w:t>
      </w:r>
      <w:r w:rsidR="009F4610" w:rsidRPr="00FA4B9C">
        <w:rPr>
          <w:rFonts w:ascii="Corbel" w:hAnsi="Corbel"/>
          <w:smallCaps w:val="0"/>
          <w:szCs w:val="24"/>
        </w:rPr>
        <w:t xml:space="preserve"> </w:t>
      </w:r>
    </w:p>
    <w:p w14:paraId="1AF6E1E3" w14:textId="77777777" w:rsidR="00923D7D" w:rsidRPr="00FA4B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44717F" w14:textId="77777777" w:rsidR="0085747A" w:rsidRPr="00FA4B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4B9C">
        <w:rPr>
          <w:rFonts w:ascii="Corbel" w:hAnsi="Corbel"/>
          <w:smallCaps w:val="0"/>
          <w:szCs w:val="24"/>
        </w:rPr>
        <w:t>uczenia się</w:t>
      </w:r>
    </w:p>
    <w:p w14:paraId="38C2D92C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4B9C" w14:paraId="105311B7" w14:textId="77777777" w:rsidTr="00FA4B9C">
        <w:tc>
          <w:tcPr>
            <w:tcW w:w="1962" w:type="dxa"/>
            <w:vAlign w:val="center"/>
          </w:tcPr>
          <w:p w14:paraId="26124421" w14:textId="77777777" w:rsidR="0085747A" w:rsidRPr="00FA4B9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5CC62FB" w14:textId="77777777" w:rsidR="0085747A" w:rsidRPr="00FA4B9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FE0B7B" w14:textId="77777777" w:rsidR="0085747A" w:rsidRPr="00FA4B9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4B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0B2E6C" w14:textId="77777777" w:rsidR="00923D7D" w:rsidRPr="00FA4B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00BCAD" w14:textId="77777777" w:rsidR="0085747A" w:rsidRPr="00FA4B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A4B9C" w:rsidRPr="00FA4B9C" w14:paraId="38807097" w14:textId="77777777" w:rsidTr="00FA4B9C">
        <w:tc>
          <w:tcPr>
            <w:tcW w:w="1962" w:type="dxa"/>
          </w:tcPr>
          <w:p w14:paraId="5DDB5D4A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396C87C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17" w:type="dxa"/>
          </w:tcPr>
          <w:p w14:paraId="0A960668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A4B9C" w:rsidRPr="00FA4B9C" w14:paraId="5C8659D0" w14:textId="77777777" w:rsidTr="00FA4B9C">
        <w:tc>
          <w:tcPr>
            <w:tcW w:w="1962" w:type="dxa"/>
          </w:tcPr>
          <w:p w14:paraId="326C1C29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881196C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Ocena udziału studenta w dyskusji, Zaliczenie pisemne</w:t>
            </w:r>
          </w:p>
        </w:tc>
        <w:tc>
          <w:tcPr>
            <w:tcW w:w="2117" w:type="dxa"/>
          </w:tcPr>
          <w:p w14:paraId="0BB93DD9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A4B9C" w:rsidRPr="00FA4B9C" w14:paraId="5DBC684B" w14:textId="77777777" w:rsidTr="00FA4B9C">
        <w:tc>
          <w:tcPr>
            <w:tcW w:w="1962" w:type="dxa"/>
          </w:tcPr>
          <w:p w14:paraId="2930724E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29DE9D6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17" w:type="dxa"/>
          </w:tcPr>
          <w:p w14:paraId="3F2085DE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A4B9C" w:rsidRPr="00FA4B9C" w14:paraId="61D5DB53" w14:textId="77777777" w:rsidTr="00FA4B9C">
        <w:tc>
          <w:tcPr>
            <w:tcW w:w="1962" w:type="dxa"/>
          </w:tcPr>
          <w:p w14:paraId="1FF9EC80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1F2A984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Ocena indywidualnej pracy studenta podczas zajęć, zaliczenie pisemne</w:t>
            </w:r>
          </w:p>
        </w:tc>
        <w:tc>
          <w:tcPr>
            <w:tcW w:w="2117" w:type="dxa"/>
          </w:tcPr>
          <w:p w14:paraId="655DFD93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A4B9C" w:rsidRPr="00FA4B9C" w14:paraId="223D2D73" w14:textId="77777777" w:rsidTr="00FA4B9C">
        <w:tc>
          <w:tcPr>
            <w:tcW w:w="1962" w:type="dxa"/>
          </w:tcPr>
          <w:p w14:paraId="644BE0B5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DF86CA0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17" w:type="dxa"/>
          </w:tcPr>
          <w:p w14:paraId="4E6C0D0B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A4B9C" w:rsidRPr="00FA4B9C" w14:paraId="5C6DEF52" w14:textId="77777777" w:rsidTr="00FA4B9C">
        <w:tc>
          <w:tcPr>
            <w:tcW w:w="1962" w:type="dxa"/>
          </w:tcPr>
          <w:p w14:paraId="20054F13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4B9C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6B74B85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</w:tcPr>
          <w:p w14:paraId="40D8E8F6" w14:textId="77777777" w:rsidR="00FA4B9C" w:rsidRPr="00FA4B9C" w:rsidRDefault="00FA4B9C" w:rsidP="00FA4B9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0830159" w14:textId="77777777" w:rsidR="00923D7D" w:rsidRPr="00FA4B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75DAB" w14:textId="77777777" w:rsidR="0085747A" w:rsidRPr="00FA4B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 xml:space="preserve">4.2 </w:t>
      </w:r>
      <w:r w:rsidR="0085747A" w:rsidRPr="00FA4B9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4B9C">
        <w:rPr>
          <w:rFonts w:ascii="Corbel" w:hAnsi="Corbel"/>
          <w:smallCaps w:val="0"/>
          <w:szCs w:val="24"/>
        </w:rPr>
        <w:t xml:space="preserve"> </w:t>
      </w:r>
    </w:p>
    <w:p w14:paraId="2D3134A7" w14:textId="77777777" w:rsidR="00923D7D" w:rsidRPr="00FA4B9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B9C" w14:paraId="47D83314" w14:textId="77777777" w:rsidTr="00923D7D">
        <w:tc>
          <w:tcPr>
            <w:tcW w:w="9670" w:type="dxa"/>
          </w:tcPr>
          <w:p w14:paraId="215127B4" w14:textId="77777777" w:rsidR="00A25049" w:rsidRDefault="00AC0CF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25049">
              <w:rPr>
                <w:rFonts w:ascii="Corbel" w:hAnsi="Corbel"/>
                <w:b w:val="0"/>
                <w:bCs/>
                <w:smallCaps w:val="0"/>
                <w:szCs w:val="24"/>
              </w:rPr>
              <w:t>Forma zaliczenia</w:t>
            </w:r>
            <w:r w:rsidR="00A25049" w:rsidRPr="00A250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: </w:t>
            </w:r>
          </w:p>
          <w:p w14:paraId="135FCB03" w14:textId="08DE6319" w:rsidR="00A25049" w:rsidRPr="00A25049" w:rsidRDefault="00A25049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AC0CFB" w:rsidRPr="00A250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aliczenie </w:t>
            </w:r>
            <w:r w:rsidRPr="00A250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formie </w:t>
            </w:r>
            <w:r w:rsidR="00AC0CFB" w:rsidRPr="00A25049">
              <w:rPr>
                <w:rFonts w:ascii="Corbel" w:hAnsi="Corbel"/>
                <w:b w:val="0"/>
                <w:bCs/>
                <w:smallCaps w:val="0"/>
                <w:szCs w:val="24"/>
              </w:rPr>
              <w:t>pisemne</w:t>
            </w:r>
            <w:r w:rsidRPr="00A25049">
              <w:rPr>
                <w:rFonts w:ascii="Corbel" w:hAnsi="Corbel"/>
                <w:b w:val="0"/>
                <w:bCs/>
                <w:smallCaps w:val="0"/>
                <w:szCs w:val="24"/>
              </w:rPr>
              <w:t>j przy skali ocen:</w:t>
            </w:r>
          </w:p>
          <w:p w14:paraId="51C31CBF" w14:textId="77777777" w:rsidR="00A25049" w:rsidRDefault="00A25049" w:rsidP="00A25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91-100 % 5,0 </w:t>
            </w:r>
          </w:p>
          <w:p w14:paraId="4532AFB7" w14:textId="77777777" w:rsidR="00A25049" w:rsidRDefault="00A25049" w:rsidP="00A25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81-90% 4,5 </w:t>
            </w:r>
          </w:p>
          <w:p w14:paraId="448BE1A3" w14:textId="77777777" w:rsidR="00A25049" w:rsidRDefault="00A25049" w:rsidP="00A25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71-80% 4,0 </w:t>
            </w:r>
          </w:p>
          <w:p w14:paraId="455C021B" w14:textId="77777777" w:rsidR="00A25049" w:rsidRDefault="00A25049" w:rsidP="00A25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61-70% 3,5 </w:t>
            </w:r>
          </w:p>
          <w:p w14:paraId="75C9A21E" w14:textId="77777777" w:rsidR="00A25049" w:rsidRDefault="00A25049" w:rsidP="00A25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2EAA891F" w14:textId="5E93FA08" w:rsidR="00923D7D" w:rsidRPr="00A25049" w:rsidRDefault="00A25049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kern w:val="1"/>
                <w:szCs w:val="24"/>
              </w:rPr>
              <w:t xml:space="preserve">Na ostateczną ocenę wpływ mają również: </w:t>
            </w:r>
            <w:r w:rsidR="00AC0CFB" w:rsidRPr="00A25049">
              <w:rPr>
                <w:rFonts w:ascii="Corbel" w:hAnsi="Corbel"/>
                <w:b w:val="0"/>
                <w:bCs/>
                <w:smallCaps w:val="0"/>
                <w:kern w:val="1"/>
                <w:szCs w:val="24"/>
              </w:rPr>
              <w:t>obecność na zajęciach, aktywność, udział w dyskusjach problemowych</w:t>
            </w:r>
            <w:r>
              <w:rPr>
                <w:rFonts w:ascii="Corbel" w:hAnsi="Corbel"/>
                <w:b w:val="0"/>
                <w:bCs/>
                <w:smallCaps w:val="0"/>
                <w:kern w:val="1"/>
                <w:szCs w:val="24"/>
              </w:rPr>
              <w:t>, które mogą podnieść ocenę uzyskaną z zaliczenia pisemnego.</w:t>
            </w:r>
          </w:p>
          <w:p w14:paraId="5F5B2CF2" w14:textId="77777777" w:rsidR="0085747A" w:rsidRPr="00A2504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</w:tbl>
    <w:p w14:paraId="4C2C6713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B1174" w14:textId="77777777" w:rsidR="009F4610" w:rsidRPr="00FA4B9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4B9C">
        <w:rPr>
          <w:rFonts w:ascii="Corbel" w:hAnsi="Corbel"/>
          <w:b/>
          <w:sz w:val="24"/>
          <w:szCs w:val="24"/>
        </w:rPr>
        <w:t xml:space="preserve">5. </w:t>
      </w:r>
      <w:r w:rsidR="00C61DC5" w:rsidRPr="00FA4B9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5968E8" w14:textId="77777777" w:rsidR="0085747A" w:rsidRPr="00FA4B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4B9C" w14:paraId="7385104C" w14:textId="77777777" w:rsidTr="003E1941">
        <w:tc>
          <w:tcPr>
            <w:tcW w:w="4962" w:type="dxa"/>
            <w:vAlign w:val="center"/>
          </w:tcPr>
          <w:p w14:paraId="2B1A56FD" w14:textId="77777777" w:rsidR="0085747A" w:rsidRPr="00FA4B9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4B9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4B9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4B9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87DF0F" w14:textId="77777777" w:rsidR="0085747A" w:rsidRPr="00FA4B9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4B9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4B9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4B9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4B9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4B9C" w14:paraId="4F323858" w14:textId="77777777" w:rsidTr="00923D7D">
        <w:tc>
          <w:tcPr>
            <w:tcW w:w="4962" w:type="dxa"/>
          </w:tcPr>
          <w:p w14:paraId="52CF293F" w14:textId="77777777" w:rsidR="0085747A" w:rsidRPr="00FA4B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G</w:t>
            </w:r>
            <w:r w:rsidR="0085747A" w:rsidRPr="00FA4B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4B9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4B9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4B9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6E369E" w14:textId="77777777" w:rsidR="0085747A" w:rsidRPr="00FA4B9C" w:rsidRDefault="00AC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A4B9C" w14:paraId="142F6800" w14:textId="77777777" w:rsidTr="00923D7D">
        <w:tc>
          <w:tcPr>
            <w:tcW w:w="4962" w:type="dxa"/>
          </w:tcPr>
          <w:p w14:paraId="54A86601" w14:textId="77777777" w:rsidR="00C61DC5" w:rsidRPr="00FA4B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4B9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5E0CA1" w14:textId="77777777" w:rsidR="00C61DC5" w:rsidRPr="00FA4B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175547" w14:textId="77777777" w:rsidR="00C61DC5" w:rsidRPr="008F4332" w:rsidRDefault="00AC0CFB" w:rsidP="008F4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4332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FA4B9C" w14:paraId="3BE2A7D2" w14:textId="77777777" w:rsidTr="00923D7D">
        <w:tc>
          <w:tcPr>
            <w:tcW w:w="4962" w:type="dxa"/>
          </w:tcPr>
          <w:p w14:paraId="79B58E5B" w14:textId="77777777" w:rsidR="0071620A" w:rsidRPr="00FA4B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232867" w14:textId="77777777" w:rsidR="00C61DC5" w:rsidRPr="00FA4B9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D1CE42" w14:textId="77777777" w:rsidR="00C61DC5" w:rsidRPr="00FA4B9C" w:rsidRDefault="00AC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FA4B9C" w14:paraId="737CE09A" w14:textId="77777777" w:rsidTr="00923D7D">
        <w:tc>
          <w:tcPr>
            <w:tcW w:w="4962" w:type="dxa"/>
          </w:tcPr>
          <w:p w14:paraId="014D0839" w14:textId="77777777" w:rsidR="0085747A" w:rsidRPr="00FA4B9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3411986" w14:textId="77777777" w:rsidR="0085747A" w:rsidRPr="00FA4B9C" w:rsidRDefault="00AC0C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4B9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FA4B9C" w14:paraId="7FDD8C6E" w14:textId="77777777" w:rsidTr="00923D7D">
        <w:tc>
          <w:tcPr>
            <w:tcW w:w="4962" w:type="dxa"/>
          </w:tcPr>
          <w:p w14:paraId="18C15EC2" w14:textId="77777777" w:rsidR="0085747A" w:rsidRPr="00FA4B9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4B9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5CE582" w14:textId="77777777" w:rsidR="0085747A" w:rsidRPr="00FA4B9C" w:rsidRDefault="008F43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6160DA" w14:textId="77777777" w:rsidR="0085747A" w:rsidRPr="00FA4B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4B9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4B9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CD8601" w14:textId="77777777" w:rsidR="003E1941" w:rsidRPr="00FA4B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9AA31D" w14:textId="77777777" w:rsidR="0085747A" w:rsidRPr="00FA4B9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 xml:space="preserve">6. </w:t>
      </w:r>
      <w:r w:rsidR="0085747A" w:rsidRPr="00FA4B9C">
        <w:rPr>
          <w:rFonts w:ascii="Corbel" w:hAnsi="Corbel"/>
          <w:smallCaps w:val="0"/>
          <w:szCs w:val="24"/>
        </w:rPr>
        <w:t>PRAKTYKI ZAWO</w:t>
      </w:r>
      <w:r w:rsidR="009D3F3B" w:rsidRPr="00FA4B9C">
        <w:rPr>
          <w:rFonts w:ascii="Corbel" w:hAnsi="Corbel"/>
          <w:smallCaps w:val="0"/>
          <w:szCs w:val="24"/>
        </w:rPr>
        <w:t>DOWE W RAMACH PRZEDMIOTU</w:t>
      </w:r>
    </w:p>
    <w:p w14:paraId="297065B4" w14:textId="77777777" w:rsidR="0085747A" w:rsidRPr="00FA4B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4B9C" w14:paraId="3036F08A" w14:textId="77777777" w:rsidTr="0071620A">
        <w:trPr>
          <w:trHeight w:val="397"/>
        </w:trPr>
        <w:tc>
          <w:tcPr>
            <w:tcW w:w="3544" w:type="dxa"/>
          </w:tcPr>
          <w:p w14:paraId="57FA7FE2" w14:textId="77777777" w:rsidR="0085747A" w:rsidRPr="00FA4B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008E49B" w14:textId="77777777" w:rsidR="0085747A" w:rsidRPr="00FA4B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A4B9C" w14:paraId="3D528B0D" w14:textId="77777777" w:rsidTr="0071620A">
        <w:trPr>
          <w:trHeight w:val="397"/>
        </w:trPr>
        <w:tc>
          <w:tcPr>
            <w:tcW w:w="3544" w:type="dxa"/>
          </w:tcPr>
          <w:p w14:paraId="46B6BCFE" w14:textId="77777777" w:rsidR="0085747A" w:rsidRPr="00FA4B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7D3476" w14:textId="77777777" w:rsidR="0085747A" w:rsidRPr="00FA4B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AD590D" w14:textId="77777777" w:rsidR="003E1941" w:rsidRPr="00FA4B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E0DB4" w14:textId="77777777" w:rsidR="0085747A" w:rsidRPr="00FA4B9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4B9C">
        <w:rPr>
          <w:rFonts w:ascii="Corbel" w:hAnsi="Corbel"/>
          <w:smallCaps w:val="0"/>
          <w:szCs w:val="24"/>
        </w:rPr>
        <w:t xml:space="preserve">7. </w:t>
      </w:r>
      <w:r w:rsidR="0085747A" w:rsidRPr="00FA4B9C">
        <w:rPr>
          <w:rFonts w:ascii="Corbel" w:hAnsi="Corbel"/>
          <w:smallCaps w:val="0"/>
          <w:szCs w:val="24"/>
        </w:rPr>
        <w:t>LITERATURA</w:t>
      </w:r>
      <w:r w:rsidRPr="00FA4B9C">
        <w:rPr>
          <w:rFonts w:ascii="Corbel" w:hAnsi="Corbel"/>
          <w:smallCaps w:val="0"/>
          <w:szCs w:val="24"/>
        </w:rPr>
        <w:t xml:space="preserve"> </w:t>
      </w:r>
    </w:p>
    <w:p w14:paraId="3AA0A542" w14:textId="77777777" w:rsidR="00675843" w:rsidRPr="00FA4B9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A4B9C" w14:paraId="693E8102" w14:textId="77777777" w:rsidTr="0071620A">
        <w:trPr>
          <w:trHeight w:val="397"/>
        </w:trPr>
        <w:tc>
          <w:tcPr>
            <w:tcW w:w="7513" w:type="dxa"/>
          </w:tcPr>
          <w:p w14:paraId="3FF099FC" w14:textId="77777777" w:rsidR="0085747A" w:rsidRPr="00FA4B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503D8E" w14:textId="77777777" w:rsidR="007D253B" w:rsidRPr="00FA4B9C" w:rsidRDefault="007D253B" w:rsidP="001513F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M. Malczyńska-Biały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>, Non-governmental consumer organizations in European Union. Selected aspects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 xml:space="preserve">, „World Scientific News” 2017, no 2, vol. 72, s. 442-447. </w:t>
            </w:r>
          </w:p>
          <w:p w14:paraId="7D561E5D" w14:textId="77777777" w:rsidR="007D253B" w:rsidRPr="00FA4B9C" w:rsidRDefault="007D253B" w:rsidP="001513F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M. Malczyńska-Biały</w:t>
            </w:r>
            <w:r w:rsidRPr="00FA4B9C">
              <w:rPr>
                <w:rFonts w:ascii="Corbel" w:hAnsi="Corbel"/>
                <w:i/>
                <w:sz w:val="24"/>
                <w:szCs w:val="24"/>
                <w:lang w:val="en-GB"/>
              </w:rPr>
              <w:t>, The schemes for institutional consumer protection in the European Union</w:t>
            </w:r>
            <w:r w:rsidRPr="00FA4B9C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„</w:t>
            </w:r>
            <w:r w:rsidRPr="00FA4B9C">
              <w:rPr>
                <w:rFonts w:ascii="Corbel" w:hAnsi="Corbel"/>
                <w:sz w:val="24"/>
                <w:szCs w:val="24"/>
                <w:lang w:val="en-GB"/>
              </w:rPr>
              <w:t>Przegląd Politologiczny” 2017 nr 3, s. 191-197.</w:t>
            </w:r>
          </w:p>
          <w:p w14:paraId="6BD7D550" w14:textId="77777777" w:rsidR="007D253B" w:rsidRPr="00FA4B9C" w:rsidRDefault="007D253B" w:rsidP="001513F5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b/>
                <w:bCs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M. Malczyńska-Biały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>, Consumer protection in chosen system of human rights,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 xml:space="preserve"> „Polityka i Społeczeństwo” 2018, nr 4, s. 104-114.</w:t>
            </w:r>
          </w:p>
          <w:p w14:paraId="521F3DE5" w14:textId="77777777" w:rsidR="001513F5" w:rsidRPr="00FA4B9C" w:rsidRDefault="001513F5" w:rsidP="001513F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M. Malczyńska-Biały,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Consumer safety in European Union cross-border trade. Selected aspects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 xml:space="preserve">, „Studia i Materiały. Miscellanea Oeconomicae” 2016, nr 4, t. I, s. 115-124. </w:t>
            </w:r>
          </w:p>
          <w:p w14:paraId="13966052" w14:textId="77777777" w:rsidR="001513F5" w:rsidRPr="00FA4B9C" w:rsidRDefault="001513F5" w:rsidP="001513F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M. Malczyńska-Biały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>, The specificities of modern European consumer society in European Union,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 xml:space="preserve"> „Przegląd Europejski” 2019, nr 4, s. 81-92.</w:t>
            </w:r>
          </w:p>
          <w:p w14:paraId="0AF9F35F" w14:textId="77777777" w:rsidR="001513F5" w:rsidRPr="00FA4B9C" w:rsidRDefault="001513F5" w:rsidP="001513F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M. Malczyńska-Biały,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Consumer safety in the policy of the European Union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, „Biuletyn Uniwersytetu Lwowskiego” 2017, s.104-110.</w:t>
            </w:r>
          </w:p>
          <w:p w14:paraId="31FA453A" w14:textId="77777777" w:rsidR="007D253B" w:rsidRPr="00FA4B9C" w:rsidRDefault="001513F5" w:rsidP="009C54AE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M. Malczyńska-Biały, 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European Union consumer policy on product safety in years 2002–2014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, „Przegląd Politologiczny”2020,  nr 1, s. 93-102.</w:t>
            </w:r>
          </w:p>
        </w:tc>
      </w:tr>
      <w:tr w:rsidR="0085747A" w:rsidRPr="00A25049" w14:paraId="60CA742B" w14:textId="77777777" w:rsidTr="0071620A">
        <w:trPr>
          <w:trHeight w:val="397"/>
        </w:trPr>
        <w:tc>
          <w:tcPr>
            <w:tcW w:w="7513" w:type="dxa"/>
          </w:tcPr>
          <w:p w14:paraId="1DE819BF" w14:textId="77777777" w:rsidR="0085747A" w:rsidRPr="00FA4B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B9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C307D11" w14:textId="77777777" w:rsidR="001513F5" w:rsidRPr="00FA4B9C" w:rsidRDefault="001513F5" w:rsidP="001513F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Stearns Peter N.,</w:t>
            </w:r>
            <w:r w:rsidRPr="00FA4B9C">
              <w:rPr>
                <w:rFonts w:ascii="Corbel" w:hAnsi="Corbel"/>
                <w:b/>
                <w:sz w:val="24"/>
                <w:szCs w:val="24"/>
                <w:lang w:val="en-US"/>
              </w:rPr>
              <w:t xml:space="preserve"> 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>Consumerism in Word history. The global transformation of desire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, London, New York, 2001.</w:t>
            </w:r>
          </w:p>
          <w:p w14:paraId="1B3AD65C" w14:textId="77777777" w:rsidR="001513F5" w:rsidRPr="00FA4B9C" w:rsidRDefault="001513F5" w:rsidP="001513F5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FA4B9C">
              <w:rPr>
                <w:rFonts w:ascii="Corbel" w:hAnsi="Corbel"/>
                <w:sz w:val="24"/>
                <w:szCs w:val="24"/>
                <w:lang w:val="en-US"/>
              </w:rPr>
              <w:t xml:space="preserve">Weatherill S., 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>EU Consumer Law and Policy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, Cheltenham</w:t>
            </w:r>
            <w:r w:rsidRPr="00FA4B9C">
              <w:rPr>
                <w:rFonts w:ascii="Corbel" w:hAnsi="Corbel"/>
                <w:i/>
                <w:sz w:val="24"/>
                <w:szCs w:val="24"/>
                <w:lang w:val="en-US"/>
              </w:rPr>
              <w:t>–</w:t>
            </w:r>
            <w:r w:rsidRPr="00FA4B9C">
              <w:rPr>
                <w:rFonts w:ascii="Corbel" w:hAnsi="Corbel"/>
                <w:sz w:val="24"/>
                <w:szCs w:val="24"/>
                <w:lang w:val="en-US"/>
              </w:rPr>
              <w:t>Northampton, 2005.</w:t>
            </w:r>
          </w:p>
          <w:p w14:paraId="3B3E5187" w14:textId="77777777" w:rsidR="001513F5" w:rsidRPr="00DE5CBA" w:rsidRDefault="001513F5" w:rsidP="001513F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1D78470" w14:textId="77777777" w:rsidR="0085747A" w:rsidRPr="00DE5C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5400AF54" w14:textId="77777777" w:rsidR="0085747A" w:rsidRPr="00DE5C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952FFE9" w14:textId="77777777" w:rsidR="0085747A" w:rsidRPr="00FA4B9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4B9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4B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38A3B" w14:textId="77777777" w:rsidR="00063FA7" w:rsidRDefault="00063FA7" w:rsidP="00C16ABF">
      <w:pPr>
        <w:spacing w:after="0" w:line="240" w:lineRule="auto"/>
      </w:pPr>
      <w:r>
        <w:separator/>
      </w:r>
    </w:p>
  </w:endnote>
  <w:endnote w:type="continuationSeparator" w:id="0">
    <w:p w14:paraId="618CE271" w14:textId="77777777" w:rsidR="00063FA7" w:rsidRDefault="00063F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31BF9" w14:textId="77777777" w:rsidR="00063FA7" w:rsidRDefault="00063FA7" w:rsidP="00C16ABF">
      <w:pPr>
        <w:spacing w:after="0" w:line="240" w:lineRule="auto"/>
      </w:pPr>
      <w:r>
        <w:separator/>
      </w:r>
    </w:p>
  </w:footnote>
  <w:footnote w:type="continuationSeparator" w:id="0">
    <w:p w14:paraId="065648CE" w14:textId="77777777" w:rsidR="00063FA7" w:rsidRDefault="00063FA7" w:rsidP="00C16ABF">
      <w:pPr>
        <w:spacing w:after="0" w:line="240" w:lineRule="auto"/>
      </w:pPr>
      <w:r>
        <w:continuationSeparator/>
      </w:r>
    </w:p>
  </w:footnote>
  <w:footnote w:id="1">
    <w:p w14:paraId="1740AD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8844DB"/>
    <w:multiLevelType w:val="hybridMultilevel"/>
    <w:tmpl w:val="46B26F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33F16D3"/>
    <w:multiLevelType w:val="hybridMultilevel"/>
    <w:tmpl w:val="C67876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D43BC8"/>
    <w:multiLevelType w:val="hybridMultilevel"/>
    <w:tmpl w:val="4AC0388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8E83941"/>
    <w:multiLevelType w:val="hybridMultilevel"/>
    <w:tmpl w:val="92D685B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CFC32BB"/>
    <w:multiLevelType w:val="hybridMultilevel"/>
    <w:tmpl w:val="F10A8C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9239807">
    <w:abstractNumId w:val="0"/>
  </w:num>
  <w:num w:numId="2" w16cid:durableId="1597052746">
    <w:abstractNumId w:val="1"/>
  </w:num>
  <w:num w:numId="3" w16cid:durableId="1848670817">
    <w:abstractNumId w:val="4"/>
  </w:num>
  <w:num w:numId="4" w16cid:durableId="1420255592">
    <w:abstractNumId w:val="3"/>
  </w:num>
  <w:num w:numId="5" w16cid:durableId="289435983">
    <w:abstractNumId w:val="5"/>
  </w:num>
  <w:num w:numId="6" w16cid:durableId="91948863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375"/>
    <w:rsid w:val="00015B8F"/>
    <w:rsid w:val="00022ECE"/>
    <w:rsid w:val="00042A51"/>
    <w:rsid w:val="00042D2E"/>
    <w:rsid w:val="00044C82"/>
    <w:rsid w:val="00063FA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016E"/>
    <w:rsid w:val="00146BC0"/>
    <w:rsid w:val="001513F5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27CF"/>
    <w:rsid w:val="001A4E13"/>
    <w:rsid w:val="001A70D2"/>
    <w:rsid w:val="001D657B"/>
    <w:rsid w:val="001D7B54"/>
    <w:rsid w:val="001E0209"/>
    <w:rsid w:val="001E22F4"/>
    <w:rsid w:val="001F2CA2"/>
    <w:rsid w:val="002144C0"/>
    <w:rsid w:val="0022477D"/>
    <w:rsid w:val="002278A9"/>
    <w:rsid w:val="002336F9"/>
    <w:rsid w:val="0024028F"/>
    <w:rsid w:val="00240AA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50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A0B"/>
    <w:rsid w:val="003C0BAE"/>
    <w:rsid w:val="003D18A9"/>
    <w:rsid w:val="003D23FC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5A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1B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44A"/>
    <w:rsid w:val="007A4022"/>
    <w:rsid w:val="007A6E6E"/>
    <w:rsid w:val="007C3299"/>
    <w:rsid w:val="007C3BCC"/>
    <w:rsid w:val="007C4546"/>
    <w:rsid w:val="007D253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332"/>
    <w:rsid w:val="008F6E29"/>
    <w:rsid w:val="009105D8"/>
    <w:rsid w:val="00916188"/>
    <w:rsid w:val="00923D7D"/>
    <w:rsid w:val="009508DF"/>
    <w:rsid w:val="00950DAC"/>
    <w:rsid w:val="00954A07"/>
    <w:rsid w:val="00997C1F"/>
    <w:rsid w:val="00997F14"/>
    <w:rsid w:val="009A113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049"/>
    <w:rsid w:val="00A30110"/>
    <w:rsid w:val="00A36899"/>
    <w:rsid w:val="00A371F6"/>
    <w:rsid w:val="00A42172"/>
    <w:rsid w:val="00A43BF6"/>
    <w:rsid w:val="00A53FA5"/>
    <w:rsid w:val="00A54817"/>
    <w:rsid w:val="00A601C8"/>
    <w:rsid w:val="00A60799"/>
    <w:rsid w:val="00A84C85"/>
    <w:rsid w:val="00A97DE1"/>
    <w:rsid w:val="00AB053C"/>
    <w:rsid w:val="00AC0CFB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8E1"/>
    <w:rsid w:val="00BB520A"/>
    <w:rsid w:val="00BD3869"/>
    <w:rsid w:val="00BD66E9"/>
    <w:rsid w:val="00BD6FF4"/>
    <w:rsid w:val="00BF2C41"/>
    <w:rsid w:val="00C058B4"/>
    <w:rsid w:val="00C05E26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D0F"/>
    <w:rsid w:val="00CC6866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CEE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CBA"/>
    <w:rsid w:val="00DF320D"/>
    <w:rsid w:val="00DF71C8"/>
    <w:rsid w:val="00E129B8"/>
    <w:rsid w:val="00E21E7D"/>
    <w:rsid w:val="00E22FBC"/>
    <w:rsid w:val="00E231BA"/>
    <w:rsid w:val="00E24BF5"/>
    <w:rsid w:val="00E25338"/>
    <w:rsid w:val="00E51E44"/>
    <w:rsid w:val="00E63348"/>
    <w:rsid w:val="00E67130"/>
    <w:rsid w:val="00E67196"/>
    <w:rsid w:val="00E742AA"/>
    <w:rsid w:val="00E76DA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B59"/>
    <w:rsid w:val="00F526AF"/>
    <w:rsid w:val="00F617C3"/>
    <w:rsid w:val="00F61A26"/>
    <w:rsid w:val="00F7066B"/>
    <w:rsid w:val="00F83B28"/>
    <w:rsid w:val="00F974DA"/>
    <w:rsid w:val="00FA46E5"/>
    <w:rsid w:val="00FA4B9C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EB15A"/>
  <w15:docId w15:val="{685467D9-E743-4EE1-86E2-6D4D5194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bip">
    <w:name w:val="bip"/>
    <w:basedOn w:val="Domylnaczcionkaakapitu"/>
    <w:rsid w:val="001E22F4"/>
  </w:style>
  <w:style w:type="character" w:customStyle="1" w:styleId="ListLabel8">
    <w:name w:val="ListLabel 8"/>
    <w:rsid w:val="001513F5"/>
    <w:rPr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DCA3-8AF8-4BE9-A69A-415BFF9B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3</cp:revision>
  <cp:lastPrinted>2019-02-06T12:12:00Z</cp:lastPrinted>
  <dcterms:created xsi:type="dcterms:W3CDTF">2025-02-03T15:37:00Z</dcterms:created>
  <dcterms:modified xsi:type="dcterms:W3CDTF">2025-03-10T06:52:00Z</dcterms:modified>
</cp:coreProperties>
</file>